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77E35" w14:textId="77777777" w:rsidR="006E5D65" w:rsidRPr="007902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02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902BB">
        <w:rPr>
          <w:rFonts w:ascii="Corbel" w:hAnsi="Corbel"/>
          <w:bCs/>
          <w:i/>
          <w:sz w:val="24"/>
          <w:szCs w:val="24"/>
        </w:rPr>
        <w:t>1.5</w:t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902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902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902BB">
        <w:rPr>
          <w:rFonts w:ascii="Corbel" w:hAnsi="Corbel"/>
          <w:bCs/>
          <w:i/>
          <w:sz w:val="24"/>
          <w:szCs w:val="24"/>
        </w:rPr>
        <w:t>12/2019</w:t>
      </w:r>
    </w:p>
    <w:p w14:paraId="6361C072" w14:textId="77777777" w:rsidR="00D51A1C" w:rsidRPr="00FA5EF4" w:rsidRDefault="00D51A1C" w:rsidP="00D51A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3820C5BB" w14:textId="625AD757" w:rsidR="00D51A1C" w:rsidRPr="00FA5EF4" w:rsidRDefault="00D51A1C" w:rsidP="00D51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A5E0D">
        <w:rPr>
          <w:rFonts w:ascii="Corbel" w:hAnsi="Corbel"/>
          <w:b/>
          <w:smallCaps/>
          <w:sz w:val="24"/>
          <w:szCs w:val="24"/>
        </w:rPr>
        <w:t>2022-2027</w:t>
      </w:r>
    </w:p>
    <w:p w14:paraId="5C4E7B7C" w14:textId="21BD4EBB" w:rsidR="00D51A1C" w:rsidRPr="00FA5EF4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="003A17F9">
        <w:rPr>
          <w:rFonts w:ascii="Corbel" w:hAnsi="Corbel"/>
          <w:i/>
          <w:sz w:val="24"/>
          <w:szCs w:val="24"/>
        </w:rPr>
        <w:tab/>
      </w:r>
      <w:r w:rsidR="003A17F9">
        <w:rPr>
          <w:rFonts w:ascii="Corbel" w:hAnsi="Corbel"/>
          <w:i/>
          <w:sz w:val="24"/>
          <w:szCs w:val="24"/>
        </w:rPr>
        <w:tab/>
      </w:r>
      <w:r w:rsidR="003A17F9">
        <w:rPr>
          <w:rFonts w:ascii="Corbel" w:hAnsi="Corbel"/>
          <w:i/>
          <w:sz w:val="24"/>
          <w:szCs w:val="24"/>
        </w:rPr>
        <w:tab/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9E43B1C" w14:textId="77777777" w:rsidR="00627CE6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</w:p>
    <w:p w14:paraId="53BC6CB3" w14:textId="117529BA" w:rsidR="00D51A1C" w:rsidRPr="00FA5EF4" w:rsidRDefault="00D51A1C" w:rsidP="00561F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Rok akademicki </w:t>
      </w:r>
      <w:r w:rsidR="00731DE8">
        <w:rPr>
          <w:rFonts w:ascii="Corbel" w:hAnsi="Corbel"/>
          <w:sz w:val="24"/>
          <w:szCs w:val="24"/>
        </w:rPr>
        <w:t>2023</w:t>
      </w:r>
      <w:r w:rsidR="006A5E0D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7EA2EC76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6581D" w14:textId="77777777" w:rsidR="0085747A" w:rsidRPr="007902BB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Podstawowe </w:t>
      </w:r>
      <w:r w:rsidR="00445970" w:rsidRPr="007902BB">
        <w:rPr>
          <w:rFonts w:ascii="Corbel" w:hAnsi="Corbel"/>
          <w:szCs w:val="24"/>
        </w:rPr>
        <w:t>informacje o przedmiocie</w:t>
      </w:r>
    </w:p>
    <w:p w14:paraId="4A7F2414" w14:textId="77777777" w:rsidR="00154950" w:rsidRPr="007902BB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02BB" w14:paraId="7BD9BE70" w14:textId="77777777" w:rsidTr="00B819C8">
        <w:tc>
          <w:tcPr>
            <w:tcW w:w="2694" w:type="dxa"/>
            <w:vAlign w:val="center"/>
          </w:tcPr>
          <w:p w14:paraId="0A98016A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AF370" w14:textId="77777777" w:rsidR="0085747A" w:rsidRPr="003A17F9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3A17F9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7902BB" w14:paraId="65BFFE97" w14:textId="77777777" w:rsidTr="00B819C8">
        <w:tc>
          <w:tcPr>
            <w:tcW w:w="2694" w:type="dxa"/>
            <w:vAlign w:val="center"/>
          </w:tcPr>
          <w:p w14:paraId="6B6BDC13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6BBD1" w14:textId="3DC88D29" w:rsidR="0085747A" w:rsidRPr="007902BB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7902BB" w14:paraId="4F4D1530" w14:textId="77777777" w:rsidTr="00B819C8">
        <w:tc>
          <w:tcPr>
            <w:tcW w:w="2694" w:type="dxa"/>
            <w:vAlign w:val="center"/>
          </w:tcPr>
          <w:p w14:paraId="1196D381" w14:textId="77777777" w:rsidR="0085747A" w:rsidRPr="007902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02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3CBDE0" w14:textId="77777777" w:rsidR="0085747A" w:rsidRPr="007902BB" w:rsidRDefault="00627CE6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7902BB" w14:paraId="02AEAB50" w14:textId="77777777" w:rsidTr="00B819C8">
        <w:tc>
          <w:tcPr>
            <w:tcW w:w="2694" w:type="dxa"/>
            <w:vAlign w:val="center"/>
          </w:tcPr>
          <w:p w14:paraId="5B32B1F8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267A3" w14:textId="77777777" w:rsidR="0085747A" w:rsidRPr="007902BB" w:rsidRDefault="00627CE6" w:rsidP="00627CE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  <w:r w:rsidR="009C78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C78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Prawa Konstytucyjnego i Praw Człowieka </w:t>
            </w:r>
          </w:p>
        </w:tc>
      </w:tr>
      <w:tr w:rsidR="0085747A" w:rsidRPr="007902BB" w14:paraId="1F678AA0" w14:textId="77777777" w:rsidTr="00B819C8">
        <w:tc>
          <w:tcPr>
            <w:tcW w:w="2694" w:type="dxa"/>
            <w:vAlign w:val="center"/>
          </w:tcPr>
          <w:p w14:paraId="01EEE067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2375B5" w14:textId="77777777" w:rsidR="0085747A" w:rsidRPr="007902BB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rawo</w:t>
            </w:r>
          </w:p>
        </w:tc>
      </w:tr>
      <w:tr w:rsidR="0085747A" w:rsidRPr="007902BB" w14:paraId="3B2A7318" w14:textId="77777777" w:rsidTr="00B819C8">
        <w:tc>
          <w:tcPr>
            <w:tcW w:w="2694" w:type="dxa"/>
            <w:vAlign w:val="center"/>
          </w:tcPr>
          <w:p w14:paraId="623DE135" w14:textId="77777777" w:rsidR="0085747A" w:rsidRPr="007902B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59A39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7902BB" w14:paraId="5F95A996" w14:textId="77777777" w:rsidTr="00B819C8">
        <w:tc>
          <w:tcPr>
            <w:tcW w:w="2694" w:type="dxa"/>
            <w:vAlign w:val="center"/>
          </w:tcPr>
          <w:p w14:paraId="668E3942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377523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7902BB" w14:paraId="7C2BA0A7" w14:textId="77777777" w:rsidTr="00B819C8">
        <w:tc>
          <w:tcPr>
            <w:tcW w:w="2694" w:type="dxa"/>
            <w:vAlign w:val="center"/>
          </w:tcPr>
          <w:p w14:paraId="0B97D2A9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7957D6" w14:textId="3CF2A8EB" w:rsidR="0085747A" w:rsidRPr="007902BB" w:rsidRDefault="008458E5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7902BB" w14:paraId="28BD0AD1" w14:textId="77777777" w:rsidTr="00B819C8">
        <w:tc>
          <w:tcPr>
            <w:tcW w:w="2694" w:type="dxa"/>
            <w:vAlign w:val="center"/>
          </w:tcPr>
          <w:p w14:paraId="30BF26CC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02BB">
              <w:rPr>
                <w:rFonts w:ascii="Corbel" w:hAnsi="Corbel"/>
                <w:sz w:val="24"/>
                <w:szCs w:val="24"/>
              </w:rPr>
              <w:t>/y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402AF7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85747A" w:rsidRPr="007902BB" w14:paraId="2E4C2149" w14:textId="77777777" w:rsidTr="00B819C8">
        <w:tc>
          <w:tcPr>
            <w:tcW w:w="2694" w:type="dxa"/>
            <w:vAlign w:val="center"/>
          </w:tcPr>
          <w:p w14:paraId="7754B988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E8CCC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23D7D" w:rsidRPr="007902BB" w14:paraId="6157D2B8" w14:textId="77777777" w:rsidTr="00B819C8">
        <w:tc>
          <w:tcPr>
            <w:tcW w:w="2694" w:type="dxa"/>
            <w:vAlign w:val="center"/>
          </w:tcPr>
          <w:p w14:paraId="39A5C9AF" w14:textId="77777777" w:rsidR="00923D7D" w:rsidRPr="007902B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370216" w14:textId="62660594" w:rsidR="00923D7D" w:rsidRPr="007902BB" w:rsidRDefault="004D583A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7902BB" w14:paraId="1B272F48" w14:textId="77777777" w:rsidTr="00B819C8">
        <w:tc>
          <w:tcPr>
            <w:tcW w:w="2694" w:type="dxa"/>
            <w:vAlign w:val="center"/>
          </w:tcPr>
          <w:p w14:paraId="013BB6B0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C293E" w14:textId="77777777" w:rsidR="0085747A" w:rsidRPr="007902BB" w:rsidRDefault="009E6D58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85747A" w:rsidRPr="007902BB" w14:paraId="3A60B612" w14:textId="77777777" w:rsidTr="00B819C8">
        <w:tc>
          <w:tcPr>
            <w:tcW w:w="2694" w:type="dxa"/>
            <w:vAlign w:val="center"/>
          </w:tcPr>
          <w:p w14:paraId="494D90A2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B26886" w14:textId="26A34492" w:rsidR="0085747A" w:rsidRPr="007902BB" w:rsidRDefault="00337A81" w:rsidP="009E6D5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</w:tbl>
    <w:p w14:paraId="2B359EC4" w14:textId="77777777" w:rsidR="0085747A" w:rsidRPr="007902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* </w:t>
      </w:r>
      <w:r w:rsidRPr="007902BB">
        <w:rPr>
          <w:rFonts w:ascii="Corbel" w:hAnsi="Corbel"/>
          <w:i/>
          <w:sz w:val="24"/>
          <w:szCs w:val="24"/>
        </w:rPr>
        <w:t>-</w:t>
      </w:r>
      <w:r w:rsidR="00B90885" w:rsidRPr="007902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02BB">
        <w:rPr>
          <w:rFonts w:ascii="Corbel" w:hAnsi="Corbel"/>
          <w:b w:val="0"/>
          <w:sz w:val="24"/>
          <w:szCs w:val="24"/>
        </w:rPr>
        <w:t>e,</w:t>
      </w:r>
      <w:r w:rsidRPr="007902BB">
        <w:rPr>
          <w:rFonts w:ascii="Corbel" w:hAnsi="Corbel"/>
          <w:i/>
          <w:sz w:val="24"/>
          <w:szCs w:val="24"/>
        </w:rPr>
        <w:t xml:space="preserve"> </w:t>
      </w:r>
      <w:r w:rsidRPr="007902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02BB">
        <w:rPr>
          <w:rFonts w:ascii="Corbel" w:hAnsi="Corbel"/>
          <w:b w:val="0"/>
          <w:i/>
          <w:sz w:val="24"/>
          <w:szCs w:val="24"/>
        </w:rPr>
        <w:t>w Jednostce</w:t>
      </w:r>
    </w:p>
    <w:p w14:paraId="431890F5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7DD2FC" w14:textId="77777777" w:rsidR="0085747A" w:rsidRPr="007902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1.</w:t>
      </w:r>
      <w:r w:rsidR="00E22FBC" w:rsidRPr="007902BB">
        <w:rPr>
          <w:rFonts w:ascii="Corbel" w:hAnsi="Corbel"/>
          <w:sz w:val="24"/>
          <w:szCs w:val="24"/>
        </w:rPr>
        <w:t>1</w:t>
      </w:r>
      <w:r w:rsidRPr="007902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13C812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02BB" w14:paraId="2F86988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8B3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Semestr</w:t>
            </w:r>
          </w:p>
          <w:p w14:paraId="602D6A4E" w14:textId="77777777" w:rsidR="00015B8F" w:rsidRPr="007902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(</w:t>
            </w:r>
            <w:r w:rsidR="00363F78" w:rsidRPr="007902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3C7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Wykł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6348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0C4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Konw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05A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5BA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Sem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A32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94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Prakt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6DF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70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02BB">
              <w:rPr>
                <w:rFonts w:ascii="Corbel" w:hAnsi="Corbel"/>
                <w:b/>
                <w:szCs w:val="24"/>
              </w:rPr>
              <w:t>Liczba pkt</w:t>
            </w:r>
            <w:r w:rsidR="00B90885" w:rsidRPr="007902BB">
              <w:rPr>
                <w:rFonts w:ascii="Corbel" w:hAnsi="Corbel"/>
                <w:b/>
                <w:szCs w:val="24"/>
              </w:rPr>
              <w:t>.</w:t>
            </w:r>
            <w:r w:rsidRPr="007902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7902BB" w14:paraId="69D5EEC1" w14:textId="77777777" w:rsidTr="0049102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4F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BF94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504E" w14:textId="402BF848" w:rsidR="00394B6D" w:rsidRPr="007902BB" w:rsidRDefault="00B00F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B6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FF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17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69B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BE5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EB3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88FC" w14:textId="38D4CC92" w:rsidR="00394B6D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94B6D" w:rsidRPr="007902BB" w14:paraId="70EE55EB" w14:textId="77777777" w:rsidTr="003A17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FB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3A0" w14:textId="714DAB79" w:rsidR="00394B6D" w:rsidRPr="007902BB" w:rsidRDefault="004065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14C" w14:textId="5470E4A1" w:rsidR="00394B6D" w:rsidRPr="007902BB" w:rsidRDefault="00B00F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1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7E9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04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2CC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8B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867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D7997" w14:textId="56B8C45F" w:rsidR="00394B6D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17F9" w:rsidRPr="007902BB" w14:paraId="2DAF0AF9" w14:textId="77777777" w:rsidTr="0049102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CFDF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86C3" w14:textId="7B4D6913" w:rsidR="003A17F9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E49" w14:textId="15EAF3DA" w:rsidR="003A17F9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905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0EFD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E896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92D1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2AF9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8480" w14:textId="77777777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E7A8" w14:textId="74F96BB4" w:rsidR="003A17F9" w:rsidRPr="007902BB" w:rsidRDefault="003A17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2AB05F65" w14:textId="77777777" w:rsidR="00923D7D" w:rsidRPr="007902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87412" w14:textId="77777777" w:rsidR="0085747A" w:rsidRPr="007902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1.</w:t>
      </w:r>
      <w:r w:rsidR="00E22FBC" w:rsidRPr="007902BB">
        <w:rPr>
          <w:rFonts w:ascii="Corbel" w:hAnsi="Corbel"/>
          <w:smallCaps w:val="0"/>
          <w:szCs w:val="24"/>
        </w:rPr>
        <w:t>2</w:t>
      </w:r>
      <w:r w:rsidR="00F83B28" w:rsidRPr="007902BB">
        <w:rPr>
          <w:rFonts w:ascii="Corbel" w:hAnsi="Corbel"/>
          <w:smallCaps w:val="0"/>
          <w:szCs w:val="24"/>
        </w:rPr>
        <w:t>.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 xml:space="preserve">Sposób realizacji zajęć  </w:t>
      </w:r>
    </w:p>
    <w:p w14:paraId="3599A0D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BD45A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2706AB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79B86" w14:textId="77777777" w:rsidR="00E22FBC" w:rsidRPr="007902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>For</w:t>
      </w:r>
      <w:r w:rsidR="00445970" w:rsidRPr="007902BB">
        <w:rPr>
          <w:rFonts w:ascii="Corbel" w:hAnsi="Corbel"/>
          <w:smallCaps w:val="0"/>
          <w:szCs w:val="24"/>
        </w:rPr>
        <w:t xml:space="preserve">ma zaliczenia przedmiotu </w:t>
      </w:r>
      <w:r w:rsidRPr="007902BB">
        <w:rPr>
          <w:rFonts w:ascii="Corbel" w:hAnsi="Corbel"/>
          <w:smallCaps w:val="0"/>
          <w:szCs w:val="24"/>
        </w:rPr>
        <w:t xml:space="preserve">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62F82" w14:textId="77777777" w:rsidR="009C54AE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2FC1B1BF" w14:textId="77777777" w:rsidR="00E960BB" w:rsidRPr="007902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88358B" w14:textId="77777777" w:rsidR="003A17F9" w:rsidRDefault="003A17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0773F" w14:textId="77777777" w:rsidR="003A17F9" w:rsidRDefault="003A17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CCC148" w14:textId="687AD3E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lastRenderedPageBreak/>
        <w:t xml:space="preserve">2.Wymagania wstępne </w:t>
      </w:r>
    </w:p>
    <w:p w14:paraId="36A39E98" w14:textId="77777777" w:rsidR="003A17F9" w:rsidRPr="007902BB" w:rsidRDefault="003A17F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213B5A2" w14:textId="77777777" w:rsidTr="00745302">
        <w:tc>
          <w:tcPr>
            <w:tcW w:w="9670" w:type="dxa"/>
          </w:tcPr>
          <w:p w14:paraId="2E1FB947" w14:textId="77777777" w:rsidR="0085747A" w:rsidRPr="007902BB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192BBD5A" w14:textId="77777777" w:rsidR="00153C41" w:rsidRPr="007902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BF3B2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>3.</w:t>
      </w:r>
      <w:r w:rsidR="0085747A" w:rsidRPr="007902BB">
        <w:rPr>
          <w:rFonts w:ascii="Corbel" w:hAnsi="Corbel"/>
          <w:szCs w:val="24"/>
        </w:rPr>
        <w:t xml:space="preserve"> </w:t>
      </w:r>
      <w:r w:rsidR="00A84C85" w:rsidRPr="007902BB">
        <w:rPr>
          <w:rFonts w:ascii="Corbel" w:hAnsi="Corbel"/>
          <w:szCs w:val="24"/>
        </w:rPr>
        <w:t>cele, efekty uczenia się</w:t>
      </w:r>
      <w:r w:rsidR="0085747A" w:rsidRPr="007902BB">
        <w:rPr>
          <w:rFonts w:ascii="Corbel" w:hAnsi="Corbel"/>
          <w:szCs w:val="24"/>
        </w:rPr>
        <w:t xml:space="preserve"> , treści Programowe i stosowane metody Dydaktyczne</w:t>
      </w:r>
    </w:p>
    <w:p w14:paraId="6B90D0DF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9F9B8" w14:textId="77777777" w:rsidR="0085747A" w:rsidRPr="007902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3.1 </w:t>
      </w:r>
      <w:r w:rsidR="00C05F44" w:rsidRPr="007902BB">
        <w:rPr>
          <w:rFonts w:ascii="Corbel" w:hAnsi="Corbel"/>
          <w:sz w:val="24"/>
          <w:szCs w:val="24"/>
        </w:rPr>
        <w:t>Cele przedmiotu</w:t>
      </w:r>
    </w:p>
    <w:p w14:paraId="6CDDC150" w14:textId="77777777" w:rsidR="00F83B28" w:rsidRPr="007902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902BB" w14:paraId="754EC429" w14:textId="77777777" w:rsidTr="00923D7D">
        <w:tc>
          <w:tcPr>
            <w:tcW w:w="851" w:type="dxa"/>
            <w:vAlign w:val="center"/>
          </w:tcPr>
          <w:p w14:paraId="124E001E" w14:textId="77777777" w:rsidR="0085747A" w:rsidRPr="007902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6741A9" w14:textId="77777777" w:rsidR="0085747A" w:rsidRPr="007902BB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69C85BF1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C20EA" w14:textId="77777777" w:rsidR="001D7B54" w:rsidRPr="007902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3.2 </w:t>
      </w:r>
      <w:r w:rsidR="001D7B54" w:rsidRPr="007902BB">
        <w:rPr>
          <w:rFonts w:ascii="Corbel" w:hAnsi="Corbel"/>
          <w:b/>
          <w:sz w:val="24"/>
          <w:szCs w:val="24"/>
        </w:rPr>
        <w:t xml:space="preserve">Efekty </w:t>
      </w:r>
      <w:r w:rsidR="00C05F44" w:rsidRPr="007902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02BB">
        <w:rPr>
          <w:rFonts w:ascii="Corbel" w:hAnsi="Corbel"/>
          <w:b/>
          <w:sz w:val="24"/>
          <w:szCs w:val="24"/>
        </w:rPr>
        <w:t>dla przedmiotu</w:t>
      </w:r>
      <w:r w:rsidR="00445970" w:rsidRPr="007902BB">
        <w:rPr>
          <w:rFonts w:ascii="Corbel" w:hAnsi="Corbel"/>
          <w:sz w:val="24"/>
          <w:szCs w:val="24"/>
        </w:rPr>
        <w:t xml:space="preserve"> </w:t>
      </w:r>
    </w:p>
    <w:p w14:paraId="23078E38" w14:textId="77777777" w:rsidR="001D7B54" w:rsidRPr="007902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663"/>
        <w:gridCol w:w="2417"/>
      </w:tblGrid>
      <w:tr w:rsidR="008D10A3" w:rsidRPr="008D10A3" w14:paraId="0BF19F9F" w14:textId="77777777" w:rsidTr="003A17F9">
        <w:tc>
          <w:tcPr>
            <w:tcW w:w="1305" w:type="dxa"/>
            <w:vAlign w:val="center"/>
          </w:tcPr>
          <w:p w14:paraId="1155DF28" w14:textId="77777777" w:rsidR="008D10A3" w:rsidRPr="008D10A3" w:rsidRDefault="008D10A3" w:rsidP="008D10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663" w:type="dxa"/>
            <w:vAlign w:val="center"/>
          </w:tcPr>
          <w:p w14:paraId="265EB7A2" w14:textId="77777777" w:rsidR="008D10A3" w:rsidRPr="008D10A3" w:rsidRDefault="008D10A3" w:rsidP="008D10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417" w:type="dxa"/>
            <w:vAlign w:val="center"/>
          </w:tcPr>
          <w:p w14:paraId="1AB77AE0" w14:textId="77777777" w:rsidR="008D10A3" w:rsidRPr="008D10A3" w:rsidRDefault="008D10A3" w:rsidP="008D10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D10A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D10A3" w:rsidRPr="008D10A3" w14:paraId="54049AD9" w14:textId="77777777" w:rsidTr="003A17F9">
        <w:tc>
          <w:tcPr>
            <w:tcW w:w="1305" w:type="dxa"/>
          </w:tcPr>
          <w:p w14:paraId="4F854BBC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663" w:type="dxa"/>
          </w:tcPr>
          <w:p w14:paraId="47B7553F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nauk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prawnych, ich usytuowaniu oraz znaczeniu w systemie nauk oraz o ich relacjach do innych nauk;</w:t>
            </w:r>
          </w:p>
        </w:tc>
        <w:tc>
          <w:tcPr>
            <w:tcW w:w="2417" w:type="dxa"/>
          </w:tcPr>
          <w:p w14:paraId="5F4E2594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8D10A3" w:rsidRPr="008D10A3" w14:paraId="428199F2" w14:textId="77777777" w:rsidTr="003A17F9">
        <w:trPr>
          <w:trHeight w:val="377"/>
        </w:trPr>
        <w:tc>
          <w:tcPr>
            <w:tcW w:w="1305" w:type="dxa"/>
          </w:tcPr>
          <w:p w14:paraId="4FB548E1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663" w:type="dxa"/>
          </w:tcPr>
          <w:p w14:paraId="78B9B59A" w14:textId="7E006623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i rozszerzoną wiedzę na temat norm, reguł i instytucji prawnych zarówno w zakresie dogmatycznych jak i 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2417" w:type="dxa"/>
          </w:tcPr>
          <w:p w14:paraId="0778DB4C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K_W02, </w:t>
            </w:r>
          </w:p>
        </w:tc>
      </w:tr>
      <w:tr w:rsidR="008D10A3" w:rsidRPr="008D10A3" w14:paraId="41F78258" w14:textId="77777777" w:rsidTr="003A17F9">
        <w:tc>
          <w:tcPr>
            <w:tcW w:w="1305" w:type="dxa"/>
          </w:tcPr>
          <w:p w14:paraId="00FBC09E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663" w:type="dxa"/>
          </w:tcPr>
          <w:p w14:paraId="55192FDC" w14:textId="77777777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źródeł i instytucji polskiego i europejskiego systemu prawa, relacji pomiędzy prawem UE a prawem polskim;</w:t>
            </w:r>
          </w:p>
        </w:tc>
        <w:tc>
          <w:tcPr>
            <w:tcW w:w="2417" w:type="dxa"/>
          </w:tcPr>
          <w:p w14:paraId="424DE92F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K_W03</w:t>
            </w:r>
          </w:p>
        </w:tc>
      </w:tr>
      <w:tr w:rsidR="008D10A3" w:rsidRPr="008D10A3" w14:paraId="18B41479" w14:textId="77777777" w:rsidTr="003A17F9">
        <w:tc>
          <w:tcPr>
            <w:tcW w:w="1305" w:type="dxa"/>
          </w:tcPr>
          <w:p w14:paraId="4F5054BE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63" w:type="dxa"/>
          </w:tcPr>
          <w:p w14:paraId="57CFD0A4" w14:textId="77777777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2417" w:type="dxa"/>
          </w:tcPr>
          <w:p w14:paraId="5A8418B1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K_W04</w:t>
            </w:r>
          </w:p>
        </w:tc>
      </w:tr>
      <w:tr w:rsidR="008D10A3" w:rsidRPr="008D10A3" w14:paraId="72C94701" w14:textId="77777777" w:rsidTr="003A17F9">
        <w:tc>
          <w:tcPr>
            <w:tcW w:w="1305" w:type="dxa"/>
          </w:tcPr>
          <w:p w14:paraId="4F82151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663" w:type="dxa"/>
          </w:tcPr>
          <w:p w14:paraId="4C6FD07F" w14:textId="77777777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2417" w:type="dxa"/>
          </w:tcPr>
          <w:p w14:paraId="789E7A5D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K_w05, </w:t>
            </w:r>
          </w:p>
        </w:tc>
      </w:tr>
      <w:tr w:rsidR="008D10A3" w:rsidRPr="008D10A3" w14:paraId="77476144" w14:textId="77777777" w:rsidTr="003A17F9">
        <w:tc>
          <w:tcPr>
            <w:tcW w:w="1305" w:type="dxa"/>
          </w:tcPr>
          <w:p w14:paraId="2EB5F012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663" w:type="dxa"/>
          </w:tcPr>
          <w:p w14:paraId="14C79C03" w14:textId="6C2D38E5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prawniczego oraz zna i rozumie podstawowe pojęcia jakimi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posługują się nauki społeczne;</w:t>
            </w:r>
          </w:p>
        </w:tc>
        <w:tc>
          <w:tcPr>
            <w:tcW w:w="2417" w:type="dxa"/>
          </w:tcPr>
          <w:p w14:paraId="48B8DEC7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K_W06</w:t>
            </w:r>
          </w:p>
        </w:tc>
      </w:tr>
      <w:tr w:rsidR="008D10A3" w:rsidRPr="008D10A3" w14:paraId="73C3FAFD" w14:textId="77777777" w:rsidTr="003A17F9">
        <w:trPr>
          <w:trHeight w:val="701"/>
        </w:trPr>
        <w:tc>
          <w:tcPr>
            <w:tcW w:w="1305" w:type="dxa"/>
          </w:tcPr>
          <w:p w14:paraId="086B59E7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663" w:type="dxa"/>
          </w:tcPr>
          <w:p w14:paraId="1964B17C" w14:textId="16BBEC73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polskiego systemu prawa (w tym władzy: ustawodawczej, wykonawczej i sądowniczej, organów i instytucji ochrony prawa);</w:t>
            </w:r>
          </w:p>
        </w:tc>
        <w:tc>
          <w:tcPr>
            <w:tcW w:w="2417" w:type="dxa"/>
          </w:tcPr>
          <w:p w14:paraId="46F9AF39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8D10A3" w:rsidRPr="008D10A3" w14:paraId="431AF74F" w14:textId="77777777" w:rsidTr="003A17F9">
        <w:tc>
          <w:tcPr>
            <w:tcW w:w="1305" w:type="dxa"/>
          </w:tcPr>
          <w:p w14:paraId="4080C19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EK_08</w:t>
            </w:r>
          </w:p>
          <w:p w14:paraId="268F4CC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63" w:type="dxa"/>
          </w:tcPr>
          <w:p w14:paraId="6280DAA9" w14:textId="426ABB5D" w:rsidR="008D10A3" w:rsidRPr="008D10A3" w:rsidRDefault="008D10A3" w:rsidP="008D10A3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rozszerzoną wiedzę na temat ustroju, struktur i zasad funkcjonowania demokratycznego państwa prawnego;</w:t>
            </w:r>
          </w:p>
        </w:tc>
        <w:tc>
          <w:tcPr>
            <w:tcW w:w="2417" w:type="dxa"/>
          </w:tcPr>
          <w:p w14:paraId="04516EF9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="008D10A3" w:rsidRPr="008D10A3" w14:paraId="52E494DC" w14:textId="77777777" w:rsidTr="003A17F9">
        <w:tc>
          <w:tcPr>
            <w:tcW w:w="1305" w:type="dxa"/>
          </w:tcPr>
          <w:p w14:paraId="7C8E7C0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EK_09</w:t>
            </w:r>
          </w:p>
          <w:p w14:paraId="0138C25B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63" w:type="dxa"/>
          </w:tcPr>
          <w:p w14:paraId="7984DE51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2417" w:type="dxa"/>
          </w:tcPr>
          <w:p w14:paraId="7951D1A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K_W09 </w:t>
            </w:r>
          </w:p>
        </w:tc>
      </w:tr>
      <w:tr w:rsidR="008D10A3" w:rsidRPr="008D10A3" w14:paraId="6D5FB112" w14:textId="77777777" w:rsidTr="003A17F9">
        <w:tc>
          <w:tcPr>
            <w:tcW w:w="1305" w:type="dxa"/>
          </w:tcPr>
          <w:p w14:paraId="262FA7BF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663" w:type="dxa"/>
          </w:tcPr>
          <w:p w14:paraId="0D430C7A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2417" w:type="dxa"/>
          </w:tcPr>
          <w:p w14:paraId="60425FBD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K_W10</w:t>
            </w: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8D10A3" w:rsidRPr="008D10A3" w14:paraId="14872AD7" w14:textId="77777777" w:rsidTr="003A17F9">
        <w:tc>
          <w:tcPr>
            <w:tcW w:w="1305" w:type="dxa"/>
          </w:tcPr>
          <w:p w14:paraId="0B18F07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663" w:type="dxa"/>
          </w:tcPr>
          <w:p w14:paraId="56CD8827" w14:textId="13A2B27C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2417" w:type="dxa"/>
          </w:tcPr>
          <w:p w14:paraId="25ED1D3B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K_W12</w:t>
            </w:r>
          </w:p>
        </w:tc>
      </w:tr>
      <w:tr w:rsidR="008D10A3" w:rsidRPr="008D10A3" w14:paraId="717FBDD5" w14:textId="77777777" w:rsidTr="003A17F9">
        <w:tc>
          <w:tcPr>
            <w:tcW w:w="1305" w:type="dxa"/>
          </w:tcPr>
          <w:p w14:paraId="20833BBF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663" w:type="dxa"/>
          </w:tcPr>
          <w:p w14:paraId="6597C65B" w14:textId="63A5EE66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2417" w:type="dxa"/>
          </w:tcPr>
          <w:p w14:paraId="0AA18533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</w:tc>
      </w:tr>
      <w:tr w:rsidR="008D10A3" w:rsidRPr="008D10A3" w14:paraId="11D69019" w14:textId="77777777" w:rsidTr="003A17F9">
        <w:tc>
          <w:tcPr>
            <w:tcW w:w="1305" w:type="dxa"/>
          </w:tcPr>
          <w:p w14:paraId="4CA2791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663" w:type="dxa"/>
          </w:tcPr>
          <w:p w14:paraId="100BF944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2417" w:type="dxa"/>
          </w:tcPr>
          <w:p w14:paraId="366668FD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</w:tc>
      </w:tr>
      <w:tr w:rsidR="008D10A3" w:rsidRPr="008D10A3" w14:paraId="5B2A51B8" w14:textId="77777777" w:rsidTr="003A17F9">
        <w:tc>
          <w:tcPr>
            <w:tcW w:w="1305" w:type="dxa"/>
          </w:tcPr>
          <w:p w14:paraId="6F62CEEB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663" w:type="dxa"/>
          </w:tcPr>
          <w:p w14:paraId="3CA90448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2417" w:type="dxa"/>
          </w:tcPr>
          <w:p w14:paraId="3B162230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K_U03</w:t>
            </w:r>
          </w:p>
        </w:tc>
      </w:tr>
      <w:tr w:rsidR="008D10A3" w:rsidRPr="008D10A3" w14:paraId="4F1506D1" w14:textId="77777777" w:rsidTr="003A17F9">
        <w:tc>
          <w:tcPr>
            <w:tcW w:w="1305" w:type="dxa"/>
          </w:tcPr>
          <w:p w14:paraId="018DE839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EK_15</w:t>
            </w:r>
          </w:p>
        </w:tc>
        <w:tc>
          <w:tcPr>
            <w:tcW w:w="5663" w:type="dxa"/>
          </w:tcPr>
          <w:p w14:paraId="3C128728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analizować przyczyny i przebieg procesu stosowania prawa</w:t>
            </w:r>
          </w:p>
        </w:tc>
        <w:tc>
          <w:tcPr>
            <w:tcW w:w="2417" w:type="dxa"/>
          </w:tcPr>
          <w:p w14:paraId="2DD7E911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D10A3" w:rsidRPr="008D10A3" w14:paraId="7744AC2B" w14:textId="77777777" w:rsidTr="003A17F9">
        <w:tc>
          <w:tcPr>
            <w:tcW w:w="1305" w:type="dxa"/>
          </w:tcPr>
          <w:p w14:paraId="74B3715D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EK_16</w:t>
            </w:r>
          </w:p>
        </w:tc>
        <w:tc>
          <w:tcPr>
            <w:tcW w:w="5663" w:type="dxa"/>
          </w:tcPr>
          <w:p w14:paraId="2310FD24" w14:textId="6FB7B776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2417" w:type="dxa"/>
          </w:tcPr>
          <w:p w14:paraId="5DCC0766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</w:tc>
      </w:tr>
      <w:tr w:rsidR="008D10A3" w:rsidRPr="008D10A3" w14:paraId="106D2B1C" w14:textId="77777777" w:rsidTr="003A17F9">
        <w:tc>
          <w:tcPr>
            <w:tcW w:w="1305" w:type="dxa"/>
          </w:tcPr>
          <w:p w14:paraId="208DDED7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EK_17</w:t>
            </w:r>
          </w:p>
          <w:p w14:paraId="7DAAA343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63" w:type="dxa"/>
          </w:tcPr>
          <w:p w14:paraId="16463448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2417" w:type="dxa"/>
          </w:tcPr>
          <w:p w14:paraId="1E507A3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K_U06 </w:t>
            </w:r>
          </w:p>
        </w:tc>
      </w:tr>
      <w:tr w:rsidR="008D10A3" w:rsidRPr="008D10A3" w14:paraId="369B094B" w14:textId="77777777" w:rsidTr="003A17F9">
        <w:tc>
          <w:tcPr>
            <w:tcW w:w="1305" w:type="dxa"/>
          </w:tcPr>
          <w:p w14:paraId="471B7B3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663" w:type="dxa"/>
          </w:tcPr>
          <w:p w14:paraId="04527647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2417" w:type="dxa"/>
          </w:tcPr>
          <w:p w14:paraId="6A9022FC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K_U07</w:t>
            </w:r>
            <w:r w:rsidRPr="008D10A3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8D10A3" w:rsidRPr="008D10A3" w14:paraId="246A2CB7" w14:textId="77777777" w:rsidTr="003A17F9">
        <w:tc>
          <w:tcPr>
            <w:tcW w:w="1305" w:type="dxa"/>
          </w:tcPr>
          <w:p w14:paraId="74C063BA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663" w:type="dxa"/>
          </w:tcPr>
          <w:p w14:paraId="13BEBC7A" w14:textId="76062618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2417" w:type="dxa"/>
          </w:tcPr>
          <w:p w14:paraId="175148FF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K_U08</w:t>
            </w:r>
          </w:p>
        </w:tc>
      </w:tr>
      <w:tr w:rsidR="008D10A3" w:rsidRPr="008D10A3" w14:paraId="43616B5E" w14:textId="77777777" w:rsidTr="003A17F9">
        <w:tc>
          <w:tcPr>
            <w:tcW w:w="1305" w:type="dxa"/>
          </w:tcPr>
          <w:p w14:paraId="1842264D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663" w:type="dxa"/>
          </w:tcPr>
          <w:p w14:paraId="3CC405D4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2417" w:type="dxa"/>
          </w:tcPr>
          <w:p w14:paraId="4720762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K_U10</w:t>
            </w:r>
          </w:p>
        </w:tc>
      </w:tr>
      <w:tr w:rsidR="008D10A3" w:rsidRPr="008D10A3" w14:paraId="6BF04AE4" w14:textId="77777777" w:rsidTr="003A17F9">
        <w:tc>
          <w:tcPr>
            <w:tcW w:w="1305" w:type="dxa"/>
          </w:tcPr>
          <w:p w14:paraId="0B60CDA4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663" w:type="dxa"/>
          </w:tcPr>
          <w:p w14:paraId="1BBDD3EA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2417" w:type="dxa"/>
          </w:tcPr>
          <w:p w14:paraId="5C77687C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8D10A3" w:rsidRPr="008D10A3" w14:paraId="53705C4E" w14:textId="77777777" w:rsidTr="003A17F9">
        <w:tc>
          <w:tcPr>
            <w:tcW w:w="1305" w:type="dxa"/>
          </w:tcPr>
          <w:p w14:paraId="7C75F19A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lastRenderedPageBreak/>
              <w:t>EK_22</w:t>
            </w:r>
          </w:p>
        </w:tc>
        <w:tc>
          <w:tcPr>
            <w:tcW w:w="5663" w:type="dxa"/>
          </w:tcPr>
          <w:p w14:paraId="53C2ACFC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</w:t>
            </w:r>
            <w:r w:rsidRPr="008D10A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10A3">
              <w:rPr>
                <w:rFonts w:ascii="Corbel" w:hAnsi="Corbel"/>
                <w:sz w:val="24"/>
                <w:szCs w:val="24"/>
              </w:rPr>
              <w:t>pomocą odpowiednio dobranych metod, narzędzi oraz zaawansowanych technik informacyjno-komunikacyjnych</w:t>
            </w:r>
          </w:p>
        </w:tc>
        <w:tc>
          <w:tcPr>
            <w:tcW w:w="2417" w:type="dxa"/>
          </w:tcPr>
          <w:p w14:paraId="6E732C1E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K_U12</w:t>
            </w:r>
          </w:p>
        </w:tc>
      </w:tr>
      <w:tr w:rsidR="008D10A3" w:rsidRPr="008D10A3" w14:paraId="3CB68045" w14:textId="77777777" w:rsidTr="003A17F9">
        <w:tc>
          <w:tcPr>
            <w:tcW w:w="1305" w:type="dxa"/>
          </w:tcPr>
          <w:p w14:paraId="1891FB46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EK_23</w:t>
            </w:r>
          </w:p>
        </w:tc>
        <w:tc>
          <w:tcPr>
            <w:tcW w:w="5663" w:type="dxa"/>
          </w:tcPr>
          <w:p w14:paraId="3361653A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2417" w:type="dxa"/>
          </w:tcPr>
          <w:p w14:paraId="3A752FC6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K_U13</w:t>
            </w:r>
          </w:p>
        </w:tc>
      </w:tr>
      <w:tr w:rsidR="008D10A3" w:rsidRPr="008D10A3" w14:paraId="248B30DF" w14:textId="77777777" w:rsidTr="003A17F9">
        <w:tc>
          <w:tcPr>
            <w:tcW w:w="1305" w:type="dxa"/>
          </w:tcPr>
          <w:p w14:paraId="40639987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EK_24</w:t>
            </w:r>
          </w:p>
        </w:tc>
        <w:tc>
          <w:tcPr>
            <w:tcW w:w="5663" w:type="dxa"/>
          </w:tcPr>
          <w:p w14:paraId="4805AE4D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2417" w:type="dxa"/>
          </w:tcPr>
          <w:p w14:paraId="1CFCAD25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K_U15</w:t>
            </w:r>
          </w:p>
        </w:tc>
      </w:tr>
      <w:tr w:rsidR="008D10A3" w:rsidRPr="008D10A3" w14:paraId="069A886F" w14:textId="77777777" w:rsidTr="003A17F9">
        <w:tc>
          <w:tcPr>
            <w:tcW w:w="1305" w:type="dxa"/>
          </w:tcPr>
          <w:p w14:paraId="0ADE98FB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EK_25</w:t>
            </w:r>
          </w:p>
        </w:tc>
        <w:tc>
          <w:tcPr>
            <w:tcW w:w="5663" w:type="dxa"/>
          </w:tcPr>
          <w:p w14:paraId="189F90FB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2417" w:type="dxa"/>
          </w:tcPr>
          <w:p w14:paraId="3C899EB6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K_U16</w:t>
            </w:r>
          </w:p>
        </w:tc>
      </w:tr>
      <w:tr w:rsidR="008D10A3" w:rsidRPr="008D10A3" w14:paraId="680B5884" w14:textId="77777777" w:rsidTr="003A17F9">
        <w:tc>
          <w:tcPr>
            <w:tcW w:w="1305" w:type="dxa"/>
          </w:tcPr>
          <w:p w14:paraId="7170B568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EK_26</w:t>
            </w:r>
          </w:p>
          <w:p w14:paraId="0BEC41A2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63" w:type="dxa"/>
          </w:tcPr>
          <w:p w14:paraId="019E983B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2417" w:type="dxa"/>
          </w:tcPr>
          <w:p w14:paraId="3C42C1A3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K_U17</w:t>
            </w:r>
          </w:p>
        </w:tc>
      </w:tr>
      <w:tr w:rsidR="008D10A3" w:rsidRPr="008D10A3" w14:paraId="7B7D0052" w14:textId="77777777" w:rsidTr="003A17F9">
        <w:tc>
          <w:tcPr>
            <w:tcW w:w="1305" w:type="dxa"/>
          </w:tcPr>
          <w:p w14:paraId="164F9E24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663" w:type="dxa"/>
          </w:tcPr>
          <w:p w14:paraId="07728AEC" w14:textId="0AE0C710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2417" w:type="dxa"/>
          </w:tcPr>
          <w:p w14:paraId="504829EB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K_K01</w:t>
            </w:r>
          </w:p>
        </w:tc>
      </w:tr>
      <w:tr w:rsidR="008D10A3" w:rsidRPr="008D10A3" w14:paraId="1741077E" w14:textId="77777777" w:rsidTr="003A17F9">
        <w:tc>
          <w:tcPr>
            <w:tcW w:w="1305" w:type="dxa"/>
          </w:tcPr>
          <w:p w14:paraId="058255D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663" w:type="dxa"/>
          </w:tcPr>
          <w:p w14:paraId="74239295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2417" w:type="dxa"/>
          </w:tcPr>
          <w:p w14:paraId="13BB65E7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  <w:tr w:rsidR="008D10A3" w:rsidRPr="008D10A3" w14:paraId="7E371B3E" w14:textId="77777777" w:rsidTr="003A17F9">
        <w:tc>
          <w:tcPr>
            <w:tcW w:w="1305" w:type="dxa"/>
          </w:tcPr>
          <w:p w14:paraId="34C92592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663" w:type="dxa"/>
          </w:tcPr>
          <w:p w14:paraId="23B31FBE" w14:textId="525B127B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konieczność stosowania etycznych zasad w życiu zawodowym prawnika;</w:t>
            </w:r>
          </w:p>
        </w:tc>
        <w:tc>
          <w:tcPr>
            <w:tcW w:w="2417" w:type="dxa"/>
          </w:tcPr>
          <w:p w14:paraId="29D57D5D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K_K05</w:t>
            </w:r>
          </w:p>
        </w:tc>
      </w:tr>
      <w:tr w:rsidR="008D10A3" w:rsidRPr="008D10A3" w14:paraId="4D495BFA" w14:textId="77777777" w:rsidTr="003A17F9">
        <w:tc>
          <w:tcPr>
            <w:tcW w:w="1305" w:type="dxa"/>
          </w:tcPr>
          <w:p w14:paraId="231D1E2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663" w:type="dxa"/>
          </w:tcPr>
          <w:p w14:paraId="2F1A5EC3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2417" w:type="dxa"/>
          </w:tcPr>
          <w:p w14:paraId="21B23935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  <w:tr w:rsidR="008D10A3" w:rsidRPr="008D10A3" w14:paraId="200A0A70" w14:textId="77777777" w:rsidTr="003A17F9">
        <w:tc>
          <w:tcPr>
            <w:tcW w:w="1305" w:type="dxa"/>
          </w:tcPr>
          <w:p w14:paraId="125A68BB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EK_31</w:t>
            </w:r>
          </w:p>
        </w:tc>
        <w:tc>
          <w:tcPr>
            <w:tcW w:w="5663" w:type="dxa"/>
          </w:tcPr>
          <w:p w14:paraId="3170786B" w14:textId="77777777" w:rsidR="008D10A3" w:rsidRPr="008D10A3" w:rsidRDefault="008D10A3" w:rsidP="008D10A3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2417" w:type="dxa"/>
          </w:tcPr>
          <w:p w14:paraId="42C87A56" w14:textId="77777777" w:rsidR="008D10A3" w:rsidRPr="008D10A3" w:rsidRDefault="008D10A3" w:rsidP="008D10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K_K07</w:t>
            </w:r>
          </w:p>
        </w:tc>
      </w:tr>
      <w:tr w:rsidR="008D10A3" w:rsidRPr="008D10A3" w14:paraId="1EC7E8F8" w14:textId="77777777" w:rsidTr="003A17F9">
        <w:tc>
          <w:tcPr>
            <w:tcW w:w="1305" w:type="dxa"/>
          </w:tcPr>
          <w:p w14:paraId="3C3F3252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EK_32</w:t>
            </w:r>
          </w:p>
        </w:tc>
        <w:tc>
          <w:tcPr>
            <w:tcW w:w="5663" w:type="dxa"/>
          </w:tcPr>
          <w:p w14:paraId="5F7A4024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Szanuje różne poglądy i postawy;</w:t>
            </w:r>
          </w:p>
        </w:tc>
        <w:tc>
          <w:tcPr>
            <w:tcW w:w="2417" w:type="dxa"/>
          </w:tcPr>
          <w:p w14:paraId="6FFB8270" w14:textId="77777777" w:rsidR="008D10A3" w:rsidRPr="008D10A3" w:rsidRDefault="008D10A3" w:rsidP="008D10A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K_K10</w:t>
            </w:r>
          </w:p>
        </w:tc>
      </w:tr>
    </w:tbl>
    <w:p w14:paraId="110C8D5D" w14:textId="77777777" w:rsidR="002D6B3E" w:rsidRPr="007902BB" w:rsidRDefault="002D6B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97ED32" w14:textId="77777777" w:rsidR="0085747A" w:rsidRPr="007902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>3.3</w:t>
      </w:r>
      <w:r w:rsidR="001D7B54" w:rsidRPr="007902BB">
        <w:rPr>
          <w:rFonts w:ascii="Corbel" w:hAnsi="Corbel"/>
          <w:b/>
          <w:sz w:val="24"/>
          <w:szCs w:val="24"/>
        </w:rPr>
        <w:t xml:space="preserve"> </w:t>
      </w:r>
      <w:r w:rsidR="0085747A" w:rsidRPr="007902BB">
        <w:rPr>
          <w:rFonts w:ascii="Corbel" w:hAnsi="Corbel"/>
          <w:b/>
          <w:sz w:val="24"/>
          <w:szCs w:val="24"/>
        </w:rPr>
        <w:t>T</w:t>
      </w:r>
      <w:r w:rsidR="001D7B54" w:rsidRPr="007902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02BB">
        <w:rPr>
          <w:rFonts w:ascii="Corbel" w:hAnsi="Corbel"/>
          <w:sz w:val="24"/>
          <w:szCs w:val="24"/>
        </w:rPr>
        <w:t xml:space="preserve">  </w:t>
      </w:r>
    </w:p>
    <w:p w14:paraId="7A3ACEFE" w14:textId="674FF217" w:rsidR="0049102D" w:rsidRPr="0049102D" w:rsidRDefault="0085747A" w:rsidP="004910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0F1E" w:rsidRPr="00B00F1E" w14:paraId="2E1D58BE" w14:textId="77777777" w:rsidTr="0064538B">
        <w:tc>
          <w:tcPr>
            <w:tcW w:w="9639" w:type="dxa"/>
          </w:tcPr>
          <w:p w14:paraId="2B170B68" w14:textId="2838B129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Treści merytoryczne                                                                                                           </w:t>
            </w:r>
          </w:p>
        </w:tc>
      </w:tr>
      <w:tr w:rsidR="00B00F1E" w:rsidRPr="00B00F1E" w14:paraId="20EC02A4" w14:textId="77777777" w:rsidTr="0064538B">
        <w:tc>
          <w:tcPr>
            <w:tcW w:w="9639" w:type="dxa"/>
          </w:tcPr>
          <w:p w14:paraId="36E24133" w14:textId="0B81107E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Definicja i przedmiot prawa konstytucyjnego.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00F1E" w:rsidRPr="00B00F1E" w14:paraId="19C7EFC3" w14:textId="77777777" w:rsidTr="0064538B">
        <w:tc>
          <w:tcPr>
            <w:tcW w:w="9639" w:type="dxa"/>
          </w:tcPr>
          <w:p w14:paraId="192E2180" w14:textId="3D3E75E6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Konstytucja – zagadnienia węzłowe: geneza konstytucji pisanej, konstytucja a ustrój polityczny państwa, konstytucja jako ustawa zasadnicza, źródła prawa </w:t>
            </w: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konstytucyjnego, ustrojowe modele kontroli konstytucyjności prawa, szczególna treść przepisów oraz systematyka konstytucji, sposoby uchwalania konstytucji, zagadnienie zmiany konstytucji.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</w:t>
            </w:r>
          </w:p>
        </w:tc>
      </w:tr>
      <w:tr w:rsidR="00B00F1E" w:rsidRPr="00B00F1E" w14:paraId="5F83D8AB" w14:textId="77777777" w:rsidTr="0064538B">
        <w:tc>
          <w:tcPr>
            <w:tcW w:w="9639" w:type="dxa"/>
          </w:tcPr>
          <w:p w14:paraId="2645D186" w14:textId="50527C20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Ustrój konstytucyjny w Polsce powojennej oraz w dobie PRL – antecedencje historyczne: tworzenie fundamentów ustrojowych (okres Krajowej Rady Narodowej), system konstytucyjny w latach 1947 – 1952, system konstytucyjny w latach 1952 – 1989.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min.</w:t>
            </w:r>
          </w:p>
        </w:tc>
      </w:tr>
      <w:tr w:rsidR="00B00F1E" w:rsidRPr="00B00F1E" w14:paraId="30346175" w14:textId="77777777" w:rsidTr="0064538B">
        <w:tc>
          <w:tcPr>
            <w:tcW w:w="9639" w:type="dxa"/>
          </w:tcPr>
          <w:p w14:paraId="601C13E7" w14:textId="0C7B3876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B00F1E" w:rsidRPr="00B00F1E" w14:paraId="578D1142" w14:textId="77777777" w:rsidTr="0064538B">
        <w:tc>
          <w:tcPr>
            <w:tcW w:w="9639" w:type="dxa"/>
          </w:tcPr>
          <w:p w14:paraId="648B857E" w14:textId="5CFD29E5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 xml:space="preserve">-komitetowy.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1 godz. 30 min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00F1E" w:rsidRPr="00B00F1E" w14:paraId="3C4662A7" w14:textId="77777777" w:rsidTr="0064538B">
        <w:tc>
          <w:tcPr>
            <w:tcW w:w="9639" w:type="dxa"/>
          </w:tcPr>
          <w:p w14:paraId="59DBECB0" w14:textId="151BA922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Naczelne zasady ustroju III RP: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514025D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4BAB8F3D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0FA2EEC1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78AE228C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4B705D27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0B28A98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C7BB280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407BA4B4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626A5CD0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B00F1E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B00F1E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25778615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755FAA65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7218CB91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00F1E" w:rsidRPr="00B00F1E" w14:paraId="1C2A251F" w14:textId="77777777" w:rsidTr="0064538B">
        <w:tc>
          <w:tcPr>
            <w:tcW w:w="9639" w:type="dxa"/>
          </w:tcPr>
          <w:p w14:paraId="73436693" w14:textId="0E25F788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Ustrojowy status jednostki w państwie: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C3014C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0315B008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720EDA47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wolności, prawa i obowiązki człowieka i obywatela    (założenia konstytucyjne)</w:t>
            </w:r>
          </w:p>
          <w:p w14:paraId="3ED8B88D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1B2CD337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21AF9E3A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6955E837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1FBA7B52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5019BD7F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0687A0A2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 - instytucjonalne gwarancje ochron</w:t>
            </w:r>
            <w:r w:rsidRPr="00B00F1E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00F1E" w:rsidRPr="00B00F1E" w14:paraId="589ACD15" w14:textId="77777777" w:rsidTr="0064538B">
        <w:tc>
          <w:tcPr>
            <w:tcW w:w="9639" w:type="dxa"/>
          </w:tcPr>
          <w:p w14:paraId="17DEC791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                                                                        5 godz.</w:t>
            </w:r>
          </w:p>
        </w:tc>
      </w:tr>
      <w:tr w:rsidR="00B00F1E" w:rsidRPr="00B00F1E" w14:paraId="3B21C4E3" w14:textId="77777777" w:rsidTr="0064538B">
        <w:tc>
          <w:tcPr>
            <w:tcW w:w="9639" w:type="dxa"/>
          </w:tcPr>
          <w:p w14:paraId="45BA7C70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Prawo wyborcze:                                                                                                        5 godz.</w:t>
            </w:r>
          </w:p>
          <w:p w14:paraId="1E44BE6A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4E49A74C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7AA3F0B0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7E558738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32317624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2E8E143A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1BAAC40C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012FC513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20A80CAC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69FAE0C0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588D08EB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359BF564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B00F1E" w:rsidRPr="00B00F1E" w14:paraId="25A495F8" w14:textId="77777777" w:rsidTr="0064538B">
        <w:tc>
          <w:tcPr>
            <w:tcW w:w="9639" w:type="dxa"/>
          </w:tcPr>
          <w:p w14:paraId="198AFDDA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Instytucje demokracji bezpośredniej: referendum i inicjatywa obywatelska. </w:t>
            </w:r>
          </w:p>
          <w:p w14:paraId="04394F51" w14:textId="51AAB783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3 godz.</w:t>
            </w:r>
          </w:p>
        </w:tc>
      </w:tr>
      <w:tr w:rsidR="00B00F1E" w:rsidRPr="00B00F1E" w14:paraId="1E75F6A5" w14:textId="77777777" w:rsidTr="0064538B">
        <w:tc>
          <w:tcPr>
            <w:tcW w:w="9639" w:type="dxa"/>
          </w:tcPr>
          <w:p w14:paraId="3619FFC5" w14:textId="521D54BD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– regulacja prawna, zwyczaje parlamentarne, zasady ustrojowe, tryb ustawodawczy: zwykła procedura ustawodawcza, szczególne procedury ustawodawcze.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7 godz.</w:t>
            </w:r>
          </w:p>
        </w:tc>
      </w:tr>
      <w:tr w:rsidR="00B00F1E" w:rsidRPr="00B00F1E" w14:paraId="12AC47B3" w14:textId="77777777" w:rsidTr="0064538B">
        <w:tc>
          <w:tcPr>
            <w:tcW w:w="9639" w:type="dxa"/>
          </w:tcPr>
          <w:p w14:paraId="2E83D5C2" w14:textId="6FB72AB5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7 godz.</w:t>
            </w:r>
          </w:p>
        </w:tc>
      </w:tr>
      <w:tr w:rsidR="00B00F1E" w:rsidRPr="00B00F1E" w14:paraId="2A0008AC" w14:textId="77777777" w:rsidTr="0064538B">
        <w:tc>
          <w:tcPr>
            <w:tcW w:w="9639" w:type="dxa"/>
          </w:tcPr>
          <w:p w14:paraId="764757CB" w14:textId="52ECD81F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Organy samorządu terytorialnego.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00F1E" w:rsidRPr="00B00F1E" w14:paraId="2BA1ABE5" w14:textId="77777777" w:rsidTr="0064538B">
        <w:tc>
          <w:tcPr>
            <w:tcW w:w="9639" w:type="dxa"/>
          </w:tcPr>
          <w:p w14:paraId="5E59871F" w14:textId="2407FB3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Sądy i trybunały. Krajowa Rada Sądownictwa.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00F1E" w:rsidRPr="00B00F1E" w14:paraId="2C11B9FA" w14:textId="77777777" w:rsidTr="0064538B">
        <w:tc>
          <w:tcPr>
            <w:tcW w:w="9639" w:type="dxa"/>
          </w:tcPr>
          <w:p w14:paraId="744C3ECA" w14:textId="78E2383D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Konstytucyjne organy kontroli państwowej i ochrony prawa.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5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00F1E" w:rsidRPr="00B00F1E" w14:paraId="2B61EF58" w14:textId="77777777" w:rsidTr="0064538B">
        <w:tc>
          <w:tcPr>
            <w:tcW w:w="9639" w:type="dxa"/>
          </w:tcPr>
          <w:p w14:paraId="3F18898E" w14:textId="77777777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Problematyka stanów nadzwyczajnych: stan wojenny, stan wyjątkowy oraz stan klęski żywiołowej                                                                                                                3 godz.</w:t>
            </w:r>
          </w:p>
        </w:tc>
      </w:tr>
      <w:tr w:rsidR="00B00F1E" w:rsidRPr="00B00F1E" w14:paraId="7BDF2A71" w14:textId="77777777" w:rsidTr="0064538B">
        <w:tc>
          <w:tcPr>
            <w:tcW w:w="9639" w:type="dxa"/>
          </w:tcPr>
          <w:p w14:paraId="6727C5E1" w14:textId="0C7B5802" w:rsidR="00B00F1E" w:rsidRPr="00B00F1E" w:rsidRDefault="00B00F1E" w:rsidP="00B00F1E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godzin: 60</w:t>
            </w:r>
          </w:p>
        </w:tc>
      </w:tr>
    </w:tbl>
    <w:p w14:paraId="3B6C2BDC" w14:textId="77777777" w:rsidR="00B00F1E" w:rsidRPr="00B00F1E" w:rsidRDefault="00B00F1E" w:rsidP="00B00F1E">
      <w:pPr>
        <w:pStyle w:val="Akapitzlist"/>
        <w:rPr>
          <w:rFonts w:ascii="Corbel" w:hAnsi="Corbel"/>
          <w:sz w:val="24"/>
          <w:szCs w:val="24"/>
        </w:rPr>
      </w:pPr>
    </w:p>
    <w:p w14:paraId="3FDB65AC" w14:textId="77777777" w:rsidR="00B00F1E" w:rsidRPr="00B00F1E" w:rsidRDefault="00B00F1E" w:rsidP="00B00F1E">
      <w:pPr>
        <w:pStyle w:val="Akapitzlist"/>
        <w:numPr>
          <w:ilvl w:val="0"/>
          <w:numId w:val="7"/>
        </w:numPr>
        <w:rPr>
          <w:rFonts w:ascii="Corbel" w:hAnsi="Corbel"/>
          <w:b/>
          <w:sz w:val="24"/>
          <w:szCs w:val="24"/>
        </w:rPr>
      </w:pPr>
      <w:r w:rsidRPr="00B00F1E">
        <w:rPr>
          <w:rFonts w:ascii="Corbel" w:hAnsi="Corbel"/>
          <w:b/>
          <w:sz w:val="24"/>
          <w:szCs w:val="24"/>
        </w:rPr>
        <w:t xml:space="preserve">Problematyka ćwiczeń audytoryjnych, konwersatoryjnych, laboratoryjnych, zajęć praktycznych </w:t>
      </w:r>
    </w:p>
    <w:p w14:paraId="3D23DC5C" w14:textId="77777777" w:rsidR="0049102D" w:rsidRPr="0049102D" w:rsidRDefault="0049102D" w:rsidP="0049102D">
      <w:pPr>
        <w:pStyle w:val="Akapitzlist"/>
        <w:rPr>
          <w:rFonts w:ascii="Corbel" w:hAnsi="Corbel"/>
          <w:sz w:val="24"/>
          <w:szCs w:val="24"/>
        </w:rPr>
      </w:pPr>
    </w:p>
    <w:p w14:paraId="0193C8AC" w14:textId="77777777" w:rsidR="0085747A" w:rsidRPr="007902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3D954EC2" w14:textId="77777777" w:rsidTr="00A5184F">
        <w:tc>
          <w:tcPr>
            <w:tcW w:w="9520" w:type="dxa"/>
          </w:tcPr>
          <w:p w14:paraId="1D862064" w14:textId="77777777" w:rsidR="0085747A" w:rsidRPr="007902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768CBD41" w14:textId="77777777" w:rsidTr="00A5184F">
        <w:tc>
          <w:tcPr>
            <w:tcW w:w="9520" w:type="dxa"/>
          </w:tcPr>
          <w:p w14:paraId="23FB30D2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54950" w:rsidRPr="007902BB" w14:paraId="516972F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6612" w14:textId="3D82E79B" w:rsidR="00154950" w:rsidRPr="00A5184F" w:rsidRDefault="00154950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1 godz.</w:t>
            </w:r>
          </w:p>
        </w:tc>
      </w:tr>
      <w:tr w:rsidR="00154950" w:rsidRPr="007902BB" w14:paraId="3BFB114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0EF" w14:textId="61FC018B" w:rsidR="00154950" w:rsidRPr="00A5184F" w:rsidRDefault="00154950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2 godz.</w:t>
            </w:r>
          </w:p>
          <w:p w14:paraId="3769CD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70FF3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ACDDAC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164FA41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856FA5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0BCEE2B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ADBD9F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7F46035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154950" w:rsidRPr="007902BB" w14:paraId="2FBB8309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1A5" w14:textId="2C5E798D" w:rsidR="00154950" w:rsidRPr="007902BB" w:rsidRDefault="00154950" w:rsidP="009E6D58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nstytucyjny w Polsce powojennej,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w dobie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 oraz reforma systemu konstytucyjnego państwa w dobie transformacji ustrojowej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2 godz.</w:t>
            </w:r>
          </w:p>
        </w:tc>
      </w:tr>
      <w:tr w:rsidR="00154950" w:rsidRPr="007902BB" w14:paraId="14A50BAF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BD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DF3B50" w14:textId="561A55A6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5 godz.</w:t>
            </w:r>
          </w:p>
          <w:p w14:paraId="21F33F03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0BC50C7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17CEC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50823E7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FA2EB57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182B447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EEE7D9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E550D6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0FF10D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2D9822BC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40793F0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673698D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154950" w:rsidRPr="007902BB" w14:paraId="7F0E9CE0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AAA" w14:textId="53AD985D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5 godz.</w:t>
            </w:r>
          </w:p>
          <w:p w14:paraId="054607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6A8E24C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6A2517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2BFF4D4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zakres regulacji konstytucyjnej</w:t>
            </w:r>
          </w:p>
          <w:p w14:paraId="7C43FFC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57B903A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6FCD45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30EF3B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64BE0FE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A73FF1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154950" w:rsidRPr="007902BB" w14:paraId="7B1F5950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70E" w14:textId="48613150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4 godz.</w:t>
            </w:r>
          </w:p>
          <w:p w14:paraId="533E13B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0F862DA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2992ADB9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154950" w:rsidRPr="007902BB" w14:paraId="0692D62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5C" w14:textId="4E2BE098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3 godz.</w:t>
            </w:r>
          </w:p>
          <w:p w14:paraId="5C75D5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F91653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7E4E61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235CDF6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CF2FF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513096D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50181B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47DC980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74C1988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204D47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4E57FB9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205C0E0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9E6D58" w:rsidRPr="007902BB" w14:paraId="0A681B96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0F3B" w14:textId="79553D3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2 godz.</w:t>
            </w:r>
          </w:p>
        </w:tc>
      </w:tr>
      <w:tr w:rsidR="00154950" w:rsidRPr="007902BB" w14:paraId="6D1BB4DF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F21A" w14:textId="659E8F6C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7 godz.</w:t>
            </w:r>
          </w:p>
          <w:p w14:paraId="5AB2BA8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5AA497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40D07F0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19A6A0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86E612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D92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646283E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326AF3B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prace Sejmu i Senatu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>–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</w:t>
            </w:r>
          </w:p>
          <w:p w14:paraId="4C1448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413B0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1114FC3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154950" w:rsidRPr="007902BB" w14:paraId="6C9CF44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D61" w14:textId="7B2A73CA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5 godz.</w:t>
            </w:r>
          </w:p>
          <w:p w14:paraId="46CC218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02E47F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2A8B19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3556B1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9F6D28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6CF892C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1723226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39EA872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754ED7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w relacjach z władzą sądowniczą</w:t>
            </w:r>
          </w:p>
        </w:tc>
      </w:tr>
      <w:tr w:rsidR="00154950" w:rsidRPr="007902BB" w14:paraId="17DF70F5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FB13" w14:textId="55471EC4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Rada Ministrów i administracja rządowa: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5 godz.</w:t>
            </w:r>
          </w:p>
          <w:p w14:paraId="4330DE4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44CCCDA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7FFA0A1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3661AA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BE959F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222E33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618BC0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4963E1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154950" w:rsidRPr="007902BB" w14:paraId="14C86238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664" w14:textId="19A5271A" w:rsidR="00154950" w:rsidRPr="007902BB" w:rsidRDefault="00154950" w:rsidP="009E6D5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4 godz.</w:t>
            </w:r>
          </w:p>
          <w:p w14:paraId="17B6BD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589BEB2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098881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26AA97A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89AB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317C9E0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154950" w:rsidRPr="007902BB" w14:paraId="2F862CF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DBB" w14:textId="35074158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5 godz.</w:t>
            </w:r>
          </w:p>
          <w:p w14:paraId="74B7A26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3DDF95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35B494F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6BC2BCD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8D25A8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28E85E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7579D8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5E6AED3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471C28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1E3A8F3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4793EAF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10A91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2C3E5D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7054D6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1BC6A7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44D12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BDCC53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154950" w:rsidRPr="007902BB" w14:paraId="3AF3CB85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C7BC" w14:textId="656AB074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</w:t>
            </w:r>
            <w:r w:rsidR="001C18AD">
              <w:rPr>
                <w:rFonts w:ascii="Corbel" w:hAnsi="Corbel"/>
                <w:b/>
                <w:sz w:val="24"/>
                <w:szCs w:val="24"/>
              </w:rPr>
              <w:t xml:space="preserve">                               5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godz.</w:t>
            </w:r>
          </w:p>
          <w:p w14:paraId="1336667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2906B8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01E1FB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556E73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0941657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2CDD59B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42C8C8F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2BD321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5DC4561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powoływanie i odwoływanie Rzecznika Praw Obywatelskich</w:t>
            </w:r>
          </w:p>
          <w:p w14:paraId="5026A48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75831E3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22B2D4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0D73C1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2CC3B5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6B1891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28818DB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0D2698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CA9938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308D61F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9E6D58" w:rsidRPr="007902BB" w14:paraId="0FDAD0D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8D27" w14:textId="7A9376FD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2 godz.</w:t>
            </w:r>
          </w:p>
        </w:tc>
      </w:tr>
      <w:tr w:rsidR="00154950" w:rsidRPr="007902BB" w14:paraId="5992A774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4A88" w14:textId="2C83BD7F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3 godz.</w:t>
            </w:r>
          </w:p>
          <w:p w14:paraId="72B72F9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78AA0BD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2E965D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  <w:tr w:rsidR="00A5184F" w:rsidRPr="007902BB" w14:paraId="24366CA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2F75" w14:textId="3A684CC5" w:rsidR="00A5184F" w:rsidRPr="00A5184F" w:rsidRDefault="001C18AD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60 godz.</w:t>
            </w:r>
          </w:p>
        </w:tc>
      </w:tr>
    </w:tbl>
    <w:p w14:paraId="6A2EEF4B" w14:textId="64F06D37" w:rsidR="00154950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59F0E81" w14:textId="77777777" w:rsidR="0085747A" w:rsidRPr="007902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3.4 Metody dydaktyczne</w:t>
      </w:r>
      <w:r w:rsidRPr="007902BB">
        <w:rPr>
          <w:rFonts w:ascii="Corbel" w:hAnsi="Corbel"/>
          <w:b w:val="0"/>
          <w:smallCaps w:val="0"/>
          <w:szCs w:val="24"/>
        </w:rPr>
        <w:t xml:space="preserve"> </w:t>
      </w:r>
    </w:p>
    <w:p w14:paraId="61FC20CF" w14:textId="77777777" w:rsidR="002E7BA4" w:rsidRPr="007902BB" w:rsidRDefault="00B67FDD" w:rsidP="00B67FDD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W</w:t>
      </w:r>
      <w:r w:rsidR="002E7BA4" w:rsidRPr="007902BB">
        <w:rPr>
          <w:rFonts w:ascii="Corbel" w:hAnsi="Corbel"/>
          <w:b w:val="0"/>
          <w:smallCaps w:val="0"/>
          <w:szCs w:val="24"/>
        </w:rPr>
        <w:t>ykład problemowy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7902BB">
        <w:rPr>
          <w:rFonts w:ascii="Corbel" w:hAnsi="Corbel"/>
          <w:b w:val="0"/>
          <w:smallCaps w:val="0"/>
          <w:szCs w:val="24"/>
        </w:rPr>
        <w:t>, omawianie kazusów</w:t>
      </w:r>
      <w:r w:rsidRPr="007902BB">
        <w:rPr>
          <w:rFonts w:ascii="Corbel" w:hAnsi="Corbel"/>
          <w:b w:val="0"/>
          <w:smallCaps w:val="0"/>
          <w:szCs w:val="24"/>
        </w:rPr>
        <w:t xml:space="preserve">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="002E7BA4"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</w:t>
      </w:r>
      <w:r w:rsidR="00430F9C" w:rsidRPr="007902BB">
        <w:rPr>
          <w:rFonts w:ascii="Corbel" w:hAnsi="Corbel"/>
          <w:b w:val="0"/>
          <w:smallCaps w:val="0"/>
          <w:szCs w:val="24"/>
        </w:rPr>
        <w:t>,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7902BB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20839D03" w14:textId="77777777" w:rsidR="00E960BB" w:rsidRPr="007902BB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42B4092" w14:textId="77777777" w:rsidR="00E960BB" w:rsidRPr="007902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921FE" w14:textId="77777777" w:rsidR="0085747A" w:rsidRPr="007902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 </w:t>
      </w:r>
      <w:r w:rsidR="0085747A" w:rsidRPr="007902BB">
        <w:rPr>
          <w:rFonts w:ascii="Corbel" w:hAnsi="Corbel"/>
          <w:smallCaps w:val="0"/>
          <w:szCs w:val="24"/>
        </w:rPr>
        <w:t>METODY I KRYTERIA OCENY</w:t>
      </w:r>
      <w:r w:rsidR="009F4610" w:rsidRPr="007902BB">
        <w:rPr>
          <w:rFonts w:ascii="Corbel" w:hAnsi="Corbel"/>
          <w:smallCaps w:val="0"/>
          <w:szCs w:val="24"/>
        </w:rPr>
        <w:t xml:space="preserve"> </w:t>
      </w:r>
    </w:p>
    <w:p w14:paraId="0879D7FB" w14:textId="77777777" w:rsidR="00923D7D" w:rsidRPr="007902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6F55" w14:textId="77777777" w:rsidR="0085747A" w:rsidRPr="007902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02BB">
        <w:rPr>
          <w:rFonts w:ascii="Corbel" w:hAnsi="Corbel"/>
          <w:smallCaps w:val="0"/>
          <w:szCs w:val="24"/>
        </w:rPr>
        <w:t>uczenia się</w:t>
      </w:r>
    </w:p>
    <w:p w14:paraId="793EDDBA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02BB" w14:paraId="510B4184" w14:textId="77777777" w:rsidTr="001C18AD">
        <w:tc>
          <w:tcPr>
            <w:tcW w:w="1962" w:type="dxa"/>
            <w:vAlign w:val="center"/>
          </w:tcPr>
          <w:p w14:paraId="7BCD1E34" w14:textId="77777777" w:rsidR="0085747A" w:rsidRPr="007902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0CB7FD" w14:textId="0EC964DC" w:rsidR="0085747A" w:rsidRPr="007902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3A17F9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0DFB2B92" w14:textId="77777777" w:rsidR="0085747A" w:rsidRPr="007902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02B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C33E87" w14:textId="77777777" w:rsidR="00923D7D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2AD9E" w14:textId="77777777" w:rsidR="0085747A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02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7902BB" w14:paraId="1EDD7E36" w14:textId="77777777" w:rsidTr="001C18A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DB" w14:textId="5F2F07DD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  <w:r w:rsidR="008D10A3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3A17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10A3">
              <w:rPr>
                <w:rFonts w:ascii="Corbel" w:hAnsi="Corbel"/>
                <w:b w:val="0"/>
                <w:smallCaps w:val="0"/>
                <w:szCs w:val="24"/>
              </w:rPr>
              <w:t>EK_32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E99" w14:textId="59AC9CFA" w:rsidR="00B62514" w:rsidRPr="007902BB" w:rsidRDefault="008D10A3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, kolokwium, obserwacja w trakcie zajęć,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A9" w14:textId="0A3AC93F" w:rsidR="00B62514" w:rsidRPr="007902BB" w:rsidRDefault="001C18AD" w:rsidP="001C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="00B62514"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0F1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B00F1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6ED413D" w14:textId="77777777" w:rsidR="00923D7D" w:rsidRPr="007902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C8EDD" w14:textId="77777777" w:rsidR="0085747A" w:rsidRPr="007902B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4.2 </w:t>
      </w:r>
      <w:r w:rsidR="0085747A" w:rsidRPr="007902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02BB">
        <w:rPr>
          <w:rFonts w:ascii="Corbel" w:hAnsi="Corbel"/>
          <w:smallCaps w:val="0"/>
          <w:szCs w:val="24"/>
        </w:rPr>
        <w:t xml:space="preserve"> </w:t>
      </w:r>
    </w:p>
    <w:p w14:paraId="0C3175A0" w14:textId="77777777" w:rsidR="00923D7D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4518AD8" w14:textId="77777777" w:rsidTr="00923D7D">
        <w:tc>
          <w:tcPr>
            <w:tcW w:w="9670" w:type="dxa"/>
          </w:tcPr>
          <w:p w14:paraId="607A3D96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9981C0" w14:textId="77777777" w:rsidR="00B67FDD" w:rsidRPr="007902BB" w:rsidRDefault="00430F9C" w:rsidP="00B67F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 xml:space="preserve">zaliczenie wykładu – egzamin w formie pisemnej (pytania zamknięte lub opisowe) </w:t>
            </w:r>
            <w:r w:rsidR="00B67FDD" w:rsidRPr="007902BB">
              <w:rPr>
                <w:rFonts w:ascii="Corbel" w:hAnsi="Corbel"/>
                <w:b/>
                <w:smallCaps/>
                <w:sz w:val="24"/>
                <w:szCs w:val="24"/>
              </w:rPr>
              <w:t>lub w formie ustnej (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student losuje kolejno trzy pytania, na które udziela odpowiedzi; pytania egzaminacyjne obejmują tematy stanowiące przedmiot wykładu oraz ćwiczeń. Przed 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lastRenderedPageBreak/>
              <w:t>egzaminem student otrzymuje wykaz zagadnień, w oparciu o który zostaną opracowane pytania).</w:t>
            </w:r>
          </w:p>
          <w:p w14:paraId="38138FEC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51D2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4ABC923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276DD" w14:textId="77777777" w:rsidR="00430F9C" w:rsidRPr="007902BB" w:rsidRDefault="00B67FDD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</w:t>
            </w:r>
            <w:r w:rsidR="00430F9C" w:rsidRPr="007902BB">
              <w:rPr>
                <w:rFonts w:ascii="Corbel" w:hAnsi="Corbel"/>
                <w:b w:val="0"/>
                <w:smallCaps w:val="0"/>
                <w:szCs w:val="24"/>
              </w:rPr>
              <w:t>a ocenę pozytywną należy udzielić przynajmniej 50% poprawnych odpowiedzi.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W przypadku egzaminu ustnego konieczne jest udzielenie pełnej odpowiedzi na przynajmniej jedno pytanie.</w:t>
            </w:r>
          </w:p>
          <w:p w14:paraId="73D6D42C" w14:textId="77777777" w:rsidR="00430F9C" w:rsidRPr="007902BB" w:rsidRDefault="00430F9C" w:rsidP="00430F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13969EAA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4844F5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A1F3B" w14:textId="77777777" w:rsidR="009F4610" w:rsidRPr="007902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5. </w:t>
      </w:r>
      <w:r w:rsidR="00C61DC5" w:rsidRPr="007902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DCE510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902BB" w14:paraId="648317CE" w14:textId="77777777" w:rsidTr="003E1941">
        <w:tc>
          <w:tcPr>
            <w:tcW w:w="4962" w:type="dxa"/>
            <w:vAlign w:val="center"/>
          </w:tcPr>
          <w:p w14:paraId="484C6D5B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C0E08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02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02BB" w14:paraId="4A03B1C2" w14:textId="77777777" w:rsidTr="00923D7D">
        <w:tc>
          <w:tcPr>
            <w:tcW w:w="4962" w:type="dxa"/>
          </w:tcPr>
          <w:p w14:paraId="14351DF1" w14:textId="77777777" w:rsidR="0085747A" w:rsidRPr="007902BB" w:rsidRDefault="00C61DC5" w:rsidP="00845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02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02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458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02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CA73CD" w14:textId="2A4D9D7B" w:rsidR="005457AA" w:rsidRDefault="00504708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  <w:p w14:paraId="7E9F4ED2" w14:textId="10D09471" w:rsidR="003A17F9" w:rsidRPr="007902BB" w:rsidRDefault="003A17F9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ćw. - 60 godz. </w:t>
            </w:r>
          </w:p>
          <w:p w14:paraId="75C963B9" w14:textId="739AB6D1" w:rsidR="0085747A" w:rsidRPr="007902BB" w:rsidRDefault="0085747A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7902BB" w14:paraId="1D8D0845" w14:textId="77777777" w:rsidTr="00923D7D">
        <w:tc>
          <w:tcPr>
            <w:tcW w:w="4962" w:type="dxa"/>
          </w:tcPr>
          <w:p w14:paraId="0AC73B91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44E638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40C331" w14:textId="6FA14959" w:rsidR="00C61DC5" w:rsidRPr="007902BB" w:rsidRDefault="003A17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7902BB" w14:paraId="244E23BF" w14:textId="77777777" w:rsidTr="00923D7D">
        <w:tc>
          <w:tcPr>
            <w:tcW w:w="4962" w:type="dxa"/>
          </w:tcPr>
          <w:p w14:paraId="4682EDE6" w14:textId="77777777" w:rsidR="0071620A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D5830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5CF5CA" w14:textId="1B74551B" w:rsidR="00C61DC5" w:rsidRPr="007902BB" w:rsidRDefault="004065AE" w:rsidP="00304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A17F9">
              <w:rPr>
                <w:rFonts w:ascii="Corbel" w:hAnsi="Corbel"/>
                <w:sz w:val="24"/>
                <w:szCs w:val="24"/>
              </w:rPr>
              <w:t>00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7902BB" w14:paraId="6ADE1E3E" w14:textId="77777777" w:rsidTr="00923D7D">
        <w:tc>
          <w:tcPr>
            <w:tcW w:w="4962" w:type="dxa"/>
          </w:tcPr>
          <w:p w14:paraId="64BE164C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6A5F7D" w14:textId="600E6633" w:rsidR="0085747A" w:rsidRPr="007902BB" w:rsidRDefault="003046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7902BB" w14:paraId="62580ED5" w14:textId="77777777" w:rsidTr="00923D7D">
        <w:tc>
          <w:tcPr>
            <w:tcW w:w="4962" w:type="dxa"/>
          </w:tcPr>
          <w:p w14:paraId="663B16A6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0CE54" w14:textId="058A77B3" w:rsidR="0085747A" w:rsidRPr="007902BB" w:rsidRDefault="003046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73DE28F" w14:textId="77777777" w:rsidR="0085747A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02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02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97857" w14:textId="77777777" w:rsidR="003E1941" w:rsidRPr="007902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A8D20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6. </w:t>
      </w:r>
      <w:r w:rsidR="0085747A" w:rsidRPr="007902BB">
        <w:rPr>
          <w:rFonts w:ascii="Corbel" w:hAnsi="Corbel"/>
          <w:smallCaps w:val="0"/>
          <w:szCs w:val="24"/>
        </w:rPr>
        <w:t>PRAKTYKI ZAWODOWE W RAMACH PRZEDMIOTU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04F791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02BB" w14:paraId="019153A3" w14:textId="77777777" w:rsidTr="0071620A">
        <w:trPr>
          <w:trHeight w:val="397"/>
        </w:trPr>
        <w:tc>
          <w:tcPr>
            <w:tcW w:w="3544" w:type="dxa"/>
          </w:tcPr>
          <w:p w14:paraId="199A41BB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8646C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7902BB" w14:paraId="69D476E2" w14:textId="77777777" w:rsidTr="0071620A">
        <w:trPr>
          <w:trHeight w:val="397"/>
        </w:trPr>
        <w:tc>
          <w:tcPr>
            <w:tcW w:w="3544" w:type="dxa"/>
          </w:tcPr>
          <w:p w14:paraId="3F4243DF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328991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16E1BC02" w14:textId="77777777" w:rsidR="003E1941" w:rsidRPr="007902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64E86" w14:textId="77777777" w:rsidR="0085747A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7. </w:t>
      </w:r>
      <w:r w:rsidR="0085747A" w:rsidRPr="007902BB">
        <w:rPr>
          <w:rFonts w:ascii="Corbel" w:hAnsi="Corbel"/>
          <w:smallCaps w:val="0"/>
          <w:szCs w:val="24"/>
        </w:rPr>
        <w:t>LITERATURA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2F548E" w14:textId="77777777" w:rsidR="00675843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02BB" w14:paraId="645D1B72" w14:textId="77777777" w:rsidTr="0071620A">
        <w:trPr>
          <w:trHeight w:val="397"/>
        </w:trPr>
        <w:tc>
          <w:tcPr>
            <w:tcW w:w="7513" w:type="dxa"/>
          </w:tcPr>
          <w:p w14:paraId="72CB9862" w14:textId="58F1A2C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17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FDBDEC" w14:textId="77777777" w:rsidR="003A17F9" w:rsidRPr="003A17F9" w:rsidRDefault="003A17F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50E7D0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2D9D551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15B291F1" w14:textId="77777777" w:rsidR="005457AA" w:rsidRDefault="00504708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5729179A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6A51EF7A" w14:textId="54CB48BE" w:rsidR="001C18AD" w:rsidRPr="007902BB" w:rsidRDefault="001C18AD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902BB" w14:paraId="0A94375F" w14:textId="77777777" w:rsidTr="0071620A">
        <w:trPr>
          <w:trHeight w:val="397"/>
        </w:trPr>
        <w:tc>
          <w:tcPr>
            <w:tcW w:w="7513" w:type="dxa"/>
          </w:tcPr>
          <w:p w14:paraId="62F2D57B" w14:textId="496BF195" w:rsidR="005457AA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3A17F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1FBBB7" w14:textId="77777777" w:rsidR="003A17F9" w:rsidRPr="003A17F9" w:rsidRDefault="003A17F9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8F4AD3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1A72954E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55A3DE4E" w14:textId="77777777" w:rsidR="0085747A" w:rsidRPr="007902BB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731CF39A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A4EB6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A6805" w14:textId="77777777" w:rsidR="0085747A" w:rsidRPr="007902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0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7BC02" w14:textId="77777777" w:rsidR="00B74652" w:rsidRDefault="00B74652" w:rsidP="00C16ABF">
      <w:pPr>
        <w:spacing w:after="0" w:line="240" w:lineRule="auto"/>
      </w:pPr>
      <w:r>
        <w:separator/>
      </w:r>
    </w:p>
  </w:endnote>
  <w:endnote w:type="continuationSeparator" w:id="0">
    <w:p w14:paraId="5CB859C8" w14:textId="77777777" w:rsidR="00B74652" w:rsidRDefault="00B746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A4A0B" w14:textId="77777777" w:rsidR="00B74652" w:rsidRDefault="00B74652" w:rsidP="00C16ABF">
      <w:pPr>
        <w:spacing w:after="0" w:line="240" w:lineRule="auto"/>
      </w:pPr>
      <w:r>
        <w:separator/>
      </w:r>
    </w:p>
  </w:footnote>
  <w:footnote w:type="continuationSeparator" w:id="0">
    <w:p w14:paraId="6231DD1B" w14:textId="77777777" w:rsidR="00B74652" w:rsidRDefault="00B74652" w:rsidP="00C16ABF">
      <w:pPr>
        <w:spacing w:after="0" w:line="240" w:lineRule="auto"/>
      </w:pPr>
      <w:r>
        <w:continuationSeparator/>
      </w:r>
    </w:p>
  </w:footnote>
  <w:footnote w:id="1">
    <w:p w14:paraId="3BF4E797" w14:textId="77777777" w:rsidR="008D10A3" w:rsidRDefault="008D10A3" w:rsidP="008D1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6618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414E19"/>
    <w:multiLevelType w:val="hybridMultilevel"/>
    <w:tmpl w:val="C7128C8A"/>
    <w:lvl w:ilvl="0" w:tplc="533476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55A"/>
    <w:rsid w:val="0009462C"/>
    <w:rsid w:val="00094B12"/>
    <w:rsid w:val="00096C46"/>
    <w:rsid w:val="000A296F"/>
    <w:rsid w:val="000A2A28"/>
    <w:rsid w:val="000B192D"/>
    <w:rsid w:val="000B28EE"/>
    <w:rsid w:val="000B3790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C18AD"/>
    <w:rsid w:val="001D657B"/>
    <w:rsid w:val="001D7B54"/>
    <w:rsid w:val="001E0209"/>
    <w:rsid w:val="001F2CA2"/>
    <w:rsid w:val="002144C0"/>
    <w:rsid w:val="0021540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FC0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46AB"/>
    <w:rsid w:val="00305C92"/>
    <w:rsid w:val="003151C5"/>
    <w:rsid w:val="003343CF"/>
    <w:rsid w:val="00337A81"/>
    <w:rsid w:val="00346FE9"/>
    <w:rsid w:val="0034759A"/>
    <w:rsid w:val="003503F6"/>
    <w:rsid w:val="003530DD"/>
    <w:rsid w:val="00363F78"/>
    <w:rsid w:val="00394B6D"/>
    <w:rsid w:val="003A0A5B"/>
    <w:rsid w:val="003A1176"/>
    <w:rsid w:val="003A17F9"/>
    <w:rsid w:val="003C0BAE"/>
    <w:rsid w:val="003D18A9"/>
    <w:rsid w:val="003D6CE2"/>
    <w:rsid w:val="003E0A7C"/>
    <w:rsid w:val="003E1941"/>
    <w:rsid w:val="003E2FE6"/>
    <w:rsid w:val="003E49D5"/>
    <w:rsid w:val="003E6F77"/>
    <w:rsid w:val="003F2AE0"/>
    <w:rsid w:val="003F38C0"/>
    <w:rsid w:val="004065AE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3CA"/>
    <w:rsid w:val="0047598D"/>
    <w:rsid w:val="004840FD"/>
    <w:rsid w:val="00490F7D"/>
    <w:rsid w:val="0049102D"/>
    <w:rsid w:val="00491678"/>
    <w:rsid w:val="004968E2"/>
    <w:rsid w:val="004A3EEA"/>
    <w:rsid w:val="004A4D1F"/>
    <w:rsid w:val="004D5282"/>
    <w:rsid w:val="004D583A"/>
    <w:rsid w:val="004F1551"/>
    <w:rsid w:val="004F55A3"/>
    <w:rsid w:val="004F5F13"/>
    <w:rsid w:val="0050024F"/>
    <w:rsid w:val="005013AB"/>
    <w:rsid w:val="00504708"/>
    <w:rsid w:val="0050496F"/>
    <w:rsid w:val="00513B6F"/>
    <w:rsid w:val="00517C63"/>
    <w:rsid w:val="005363C4"/>
    <w:rsid w:val="00536BDE"/>
    <w:rsid w:val="00543ACC"/>
    <w:rsid w:val="005457AA"/>
    <w:rsid w:val="005463FF"/>
    <w:rsid w:val="00561F7A"/>
    <w:rsid w:val="0056696D"/>
    <w:rsid w:val="0059484D"/>
    <w:rsid w:val="005A0855"/>
    <w:rsid w:val="005A3196"/>
    <w:rsid w:val="005A4452"/>
    <w:rsid w:val="005C06FA"/>
    <w:rsid w:val="005C080F"/>
    <w:rsid w:val="005C55E5"/>
    <w:rsid w:val="005C696A"/>
    <w:rsid w:val="005D68EC"/>
    <w:rsid w:val="005E6E85"/>
    <w:rsid w:val="005F31D2"/>
    <w:rsid w:val="0061029B"/>
    <w:rsid w:val="00617230"/>
    <w:rsid w:val="00621CE1"/>
    <w:rsid w:val="00627CE6"/>
    <w:rsid w:val="00627FC9"/>
    <w:rsid w:val="00647FA8"/>
    <w:rsid w:val="00650C5F"/>
    <w:rsid w:val="00654934"/>
    <w:rsid w:val="006620D9"/>
    <w:rsid w:val="00671958"/>
    <w:rsid w:val="00671CF4"/>
    <w:rsid w:val="00675843"/>
    <w:rsid w:val="00696477"/>
    <w:rsid w:val="006A5E0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E8"/>
    <w:rsid w:val="007327BD"/>
    <w:rsid w:val="00734608"/>
    <w:rsid w:val="00745302"/>
    <w:rsid w:val="007461D6"/>
    <w:rsid w:val="00746EC8"/>
    <w:rsid w:val="00763BF1"/>
    <w:rsid w:val="00766FD4"/>
    <w:rsid w:val="00777BE6"/>
    <w:rsid w:val="0078168C"/>
    <w:rsid w:val="00787C2A"/>
    <w:rsid w:val="007902BB"/>
    <w:rsid w:val="00790E27"/>
    <w:rsid w:val="007A4022"/>
    <w:rsid w:val="007A6E6E"/>
    <w:rsid w:val="007A7C3E"/>
    <w:rsid w:val="007C3299"/>
    <w:rsid w:val="007C3BCC"/>
    <w:rsid w:val="007C4546"/>
    <w:rsid w:val="007D6E56"/>
    <w:rsid w:val="007F4155"/>
    <w:rsid w:val="0081554D"/>
    <w:rsid w:val="0081707E"/>
    <w:rsid w:val="008449B3"/>
    <w:rsid w:val="008458E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0A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AFA"/>
    <w:rsid w:val="00997F14"/>
    <w:rsid w:val="009A12D5"/>
    <w:rsid w:val="009A78D9"/>
    <w:rsid w:val="009C2E72"/>
    <w:rsid w:val="009C3E31"/>
    <w:rsid w:val="009C54AE"/>
    <w:rsid w:val="009C7850"/>
    <w:rsid w:val="009C788E"/>
    <w:rsid w:val="009D6A0C"/>
    <w:rsid w:val="009D727A"/>
    <w:rsid w:val="009E3B41"/>
    <w:rsid w:val="009E6D5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84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46"/>
    <w:rsid w:val="00B00F1E"/>
    <w:rsid w:val="00B06142"/>
    <w:rsid w:val="00B135B1"/>
    <w:rsid w:val="00B243B5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4652"/>
    <w:rsid w:val="00B75946"/>
    <w:rsid w:val="00B8056E"/>
    <w:rsid w:val="00B819C8"/>
    <w:rsid w:val="00B82308"/>
    <w:rsid w:val="00B90885"/>
    <w:rsid w:val="00BA4567"/>
    <w:rsid w:val="00BA61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68F"/>
    <w:rsid w:val="00C94B98"/>
    <w:rsid w:val="00CA2B96"/>
    <w:rsid w:val="00CA5089"/>
    <w:rsid w:val="00CC69B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1C"/>
    <w:rsid w:val="00D552B2"/>
    <w:rsid w:val="00D608D1"/>
    <w:rsid w:val="00D74119"/>
    <w:rsid w:val="00D8075B"/>
    <w:rsid w:val="00D8678B"/>
    <w:rsid w:val="00DA2114"/>
    <w:rsid w:val="00DD075A"/>
    <w:rsid w:val="00DD681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B4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F9EE-068A-457F-90B5-64696F78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12</Pages>
  <Words>3228</Words>
  <Characters>19369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2022-01-24T09:44:00Z</dcterms:created>
  <dcterms:modified xsi:type="dcterms:W3CDTF">2022-11-29T12:38:00Z</dcterms:modified>
</cp:coreProperties>
</file>